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06"/>
        <w:gridCol w:w="51"/>
        <w:gridCol w:w="7"/>
        <w:gridCol w:w="173"/>
        <w:gridCol w:w="270"/>
        <w:gridCol w:w="450"/>
      </w:tblGrid>
      <w:tr w:rsidR="00260423" w:rsidRPr="00EF3810" w:rsidTr="001B0F91">
        <w:trPr>
          <w:trHeight w:hRule="exact" w:val="50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260423" w:rsidRPr="00EF3810" w:rsidRDefault="00260423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60423" w:rsidRPr="00EF3810" w:rsidTr="008E1557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br/>
              <w:t>NN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 8 weeks</w:t>
            </w:r>
          </w:p>
        </w:tc>
      </w:tr>
      <w:tr w:rsidR="00260423" w:rsidRPr="00EF3810" w:rsidTr="006E1243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Default="00260423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W. Geography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260423" w:rsidRPr="009A17E5" w:rsidRDefault="00260423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  <w:r>
              <w:rPr>
                <w:b/>
              </w:rPr>
              <w:t xml:space="preserve">  </w:t>
            </w:r>
            <w:smartTag w:uri="urn:schemas-microsoft-com:office:smarttags" w:element="PlaceName">
              <w:smartTag w:uri="urn:schemas-microsoft-com:office:smarttags" w:element="place">
                <w:r>
                  <w:rPr>
                    <w:b/>
                  </w:rPr>
                  <w:t>Freshmen</w:t>
                </w:r>
              </w:smartTag>
              <w:r>
                <w:rPr>
                  <w:b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</w:rPr>
                  <w:t>Academy</w:t>
                </w:r>
              </w:smartTag>
            </w:smartTag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 9th Grade</w:t>
            </w:r>
          </w:p>
        </w:tc>
      </w:tr>
      <w:tr w:rsidR="00260423" w:rsidRPr="00EF3810" w:rsidTr="00FA3B4A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English I, PWC, Alg I, Freshmen Seminar</w:t>
            </w:r>
          </w:p>
        </w:tc>
      </w:tr>
      <w:tr w:rsidR="00260423" w:rsidRPr="00EF3810" w:rsidTr="00FC402A">
        <w:trPr>
          <w:trHeight w:hRule="exact" w:val="173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260423" w:rsidRPr="00EF3810" w:rsidTr="00F04E5A">
        <w:trPr>
          <w:trHeight w:val="908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260423" w:rsidRPr="009A17E5" w:rsidRDefault="00260423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AA1D9E" w:rsidRDefault="00260423" w:rsidP="004617AA">
            <w:pPr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</w:pPr>
            <w:r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 xml:space="preserve">Describe and create a model of the Earth which will show the effect on geography due to climate change twenty years from now. </w:t>
            </w:r>
          </w:p>
        </w:tc>
      </w:tr>
      <w:tr w:rsidR="00260423" w:rsidRPr="00EF3810" w:rsidTr="00F04E5A">
        <w:trPr>
          <w:trHeight w:val="476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23" w:rsidRPr="00EF3810" w:rsidRDefault="00260423" w:rsidP="00E96B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>How will global warming (climate change) affect biomes over the next 20 years?</w:t>
            </w:r>
          </w:p>
        </w:tc>
      </w:tr>
      <w:tr w:rsidR="00260423" w:rsidRPr="00EF3810" w:rsidTr="00F04E5A">
        <w:trPr>
          <w:trHeight w:hRule="exact" w:val="161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71229B" w:rsidRDefault="00260423" w:rsidP="0071229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Math-</w:t>
            </w:r>
            <w:r w:rsidRPr="0071229B">
              <w:rPr>
                <w:rFonts w:ascii="ChaparralPro-Regular" w:hAnsi="ChaparralPro-Regular"/>
              </w:rPr>
              <w:t xml:space="preserve"> Geometry and Measurement, M</w:t>
            </w:r>
            <w:r>
              <w:rPr>
                <w:rFonts w:ascii="ChaparralPro-Regular" w:hAnsi="ChaparralPro-Regular"/>
              </w:rPr>
              <w:t>athematical Processes,  slope, graphing, rate of change, statistics</w:t>
            </w:r>
          </w:p>
          <w:p w:rsidR="00260423" w:rsidRPr="0071229B" w:rsidRDefault="00260423" w:rsidP="0071229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ELA-</w:t>
            </w:r>
            <w:r>
              <w:rPr>
                <w:rFonts w:ascii="ChaparralPro-Regular" w:hAnsi="ChaparralPro-Regular"/>
              </w:rPr>
              <w:t xml:space="preserve"> </w:t>
            </w:r>
            <w:r w:rsidRPr="0071229B">
              <w:rPr>
                <w:rFonts w:ascii="ChaparralPro-Regular" w:hAnsi="ChaparralPro-Regular"/>
              </w:rPr>
              <w:t>Communication, Writing, Research, Logic, Informational Text, Media and Literature</w:t>
            </w:r>
          </w:p>
          <w:p w:rsidR="00260423" w:rsidRPr="0071229B" w:rsidRDefault="00260423" w:rsidP="0071229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Science-</w:t>
            </w:r>
            <w:r w:rsidRPr="0071229B">
              <w:rPr>
                <w:rFonts w:ascii="ChaparralPro-Regular" w:hAnsi="ChaparralPro-Regular"/>
              </w:rPr>
              <w:t xml:space="preserve"> Embedded Inquiry, Te</w:t>
            </w:r>
            <w:r>
              <w:rPr>
                <w:rFonts w:ascii="ChaparralPro-Regular" w:hAnsi="ChaparralPro-Regular"/>
              </w:rPr>
              <w:t xml:space="preserve">chnology &amp; Engineering, The thermodynamics and the conservation of energy, Waves and Optics, Electricity and magnetism. </w:t>
            </w:r>
          </w:p>
          <w:p w:rsidR="00260423" w:rsidRPr="0071229B" w:rsidRDefault="00260423" w:rsidP="0071229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 xml:space="preserve">Social Studies- </w:t>
            </w:r>
            <w:r w:rsidRPr="0071229B">
              <w:rPr>
                <w:rFonts w:ascii="ChaparralPro-Regular" w:hAnsi="ChaparralPro-Regular"/>
              </w:rPr>
              <w:t>Economics, Geography, Governance &amp;</w:t>
            </w:r>
            <w:r>
              <w:rPr>
                <w:rFonts w:ascii="ChaparralPro-Regular" w:hAnsi="ChaparralPro-Regular"/>
              </w:rPr>
              <w:t xml:space="preserve"> Civics</w:t>
            </w:r>
            <w:r w:rsidRPr="0071229B">
              <w:rPr>
                <w:rFonts w:ascii="ChaparralPro-Regular" w:hAnsi="ChaparralPro-Regular"/>
              </w:rPr>
              <w:t>, Groups &amp; Interactions</w:t>
            </w:r>
          </w:p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260423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423" w:rsidRPr="007D20EE" w:rsidRDefault="00260423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423" w:rsidRPr="007D20EE" w:rsidRDefault="00260423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423" w:rsidRPr="007D20EE" w:rsidRDefault="00260423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423" w:rsidRPr="007D20EE" w:rsidRDefault="00260423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423" w:rsidRPr="007D20EE" w:rsidRDefault="00260423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0423" w:rsidRPr="007D20EE" w:rsidRDefault="00260423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260423" w:rsidRPr="008E4DE9" w:rsidTr="004A1C1B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260423" w:rsidRPr="00CD7B6F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60423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60423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60423" w:rsidRPr="00EF3810" w:rsidTr="00D9337C">
        <w:trPr>
          <w:trHeight w:hRule="exact" w:val="173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260423" w:rsidRPr="008E4DE9" w:rsidTr="001B55A3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Default="00260423" w:rsidP="0079065D">
            <w:r>
              <w:t xml:space="preserve">Research and design the new look of the Earth in 20 years.  Display in Freshmen Hall hanging from ceiling.  </w:t>
            </w:r>
          </w:p>
        </w:tc>
        <w:tc>
          <w:tcPr>
            <w:tcW w:w="3330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r w:rsidRPr="008E4DE9">
              <w:rPr>
                <w:color w:val="000000"/>
                <w:sz w:val="18"/>
                <w:szCs w:val="22"/>
              </w:rPr>
              <w:t>  Class</w:t>
            </w:r>
          </w:p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260423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260423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  <w:r>
              <w:rPr>
                <w:color w:val="000000"/>
                <w:sz w:val="18"/>
                <w:szCs w:val="22"/>
              </w:rPr>
              <w:t xml:space="preserve">  xx</w:t>
            </w:r>
          </w:p>
        </w:tc>
      </w:tr>
      <w:tr w:rsidR="00260423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260423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Default="00260423" w:rsidP="0079065D">
            <w:r>
              <w:t>Movie reviews, Socratic Seminar debating global warming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260423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260423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260423" w:rsidRPr="00EF3810" w:rsidTr="00010E18">
        <w:trPr>
          <w:trHeight w:hRule="exact" w:val="50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60423" w:rsidRPr="00EF3810" w:rsidTr="009513ED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260423" w:rsidRPr="00A5178E" w:rsidRDefault="00260423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60423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60423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60423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60423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 &amp; 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60423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60423" w:rsidRPr="008E4DE9" w:rsidTr="00A620BA">
        <w:trPr>
          <w:gridAfter w:val="5"/>
          <w:wAfter w:w="951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43" w:type="dxa"/>
              <w:right w:w="43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  <w:r>
              <w:rPr>
                <w:color w:val="000000"/>
              </w:rPr>
              <w:t>Movie Reviews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60423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  <w:r>
              <w:rPr>
                <w:color w:val="000000"/>
              </w:rPr>
              <w:t xml:space="preserve"> Socratic  Seminar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60423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60423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  <w:r>
              <w:rPr>
                <w:color w:val="000000"/>
              </w:rPr>
              <w:t xml:space="preserve"> Build Model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60423" w:rsidRPr="00EF3810" w:rsidTr="008D12BE">
        <w:trPr>
          <w:trHeight w:hRule="exact" w:val="14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60423" w:rsidRPr="001161EA" w:rsidTr="00B21102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1161EA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Academy Coach, Vaughn, auditorium, </w:t>
            </w:r>
          </w:p>
        </w:tc>
      </w:tr>
      <w:tr w:rsidR="00260423" w:rsidRPr="001161EA" w:rsidTr="003904F6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423" w:rsidRPr="001161EA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laptops available for at least 3 weeks, tools and various supplies for models</w:t>
            </w:r>
          </w:p>
        </w:tc>
      </w:tr>
      <w:tr w:rsidR="00260423" w:rsidRPr="001161EA" w:rsidTr="00E37ED0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1161EA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Movies, papier-mâché,  pipe cleaners, Styrofoam Balls, paint, color printer</w:t>
            </w:r>
          </w:p>
        </w:tc>
      </w:tr>
      <w:tr w:rsidR="00260423" w:rsidRPr="001161EA" w:rsidTr="00780B91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1161EA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Geographical Professional Groups</w:t>
            </w:r>
          </w:p>
        </w:tc>
      </w:tr>
      <w:tr w:rsidR="00260423" w:rsidRPr="008E4DE9" w:rsidTr="00836D60">
        <w:trPr>
          <w:trHeight w:hRule="exact" w:val="14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260423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D3DD4" w:rsidRDefault="00260423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260423" w:rsidRPr="00EF3810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smartTag w:uri="urn:schemas-microsoft-com:office:smarttags" w:element="PlaceType">
              <w:smartTag w:uri="urn:schemas-microsoft-com:office:smarttags" w:element="PlaceType">
                <w:r>
                  <w:rPr>
                    <w:color w:val="000000"/>
                  </w:rPr>
                  <w:t>Freshman</w:t>
                </w:r>
              </w:smartTag>
              <w:r>
                <w:rPr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color w:val="000000"/>
                  </w:rPr>
                  <w:t>Academy</w:t>
                </w:r>
              </w:smartTag>
            </w:smartTag>
            <w:r>
              <w:rPr>
                <w:color w:val="000000"/>
              </w:rPr>
              <w:t xml:space="preserve"> Notebook</w:t>
            </w:r>
          </w:p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60423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60423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EF3810" w:rsidRDefault="00260423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F96CA2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X</w:t>
            </w: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F96CA2" w:rsidRDefault="00260423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  <w:r>
              <w:rPr>
                <w:color w:val="000000"/>
              </w:rPr>
              <w:t xml:space="preserve"> individual assessment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60423" w:rsidRPr="008E4DE9" w:rsidRDefault="00260423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260423" w:rsidRPr="00B30475" w:rsidRDefault="00260423">
      <w:pPr>
        <w:rPr>
          <w:sz w:val="2"/>
        </w:rPr>
      </w:pPr>
    </w:p>
    <w:sectPr w:rsidR="00260423" w:rsidRPr="00B30475" w:rsidSect="00E668AB">
      <w:footerReference w:type="default" r:id="rId6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423" w:rsidRDefault="00260423" w:rsidP="00847209">
      <w:r>
        <w:separator/>
      </w:r>
    </w:p>
  </w:endnote>
  <w:endnote w:type="continuationSeparator" w:id="1">
    <w:p w:rsidR="00260423" w:rsidRDefault="00260423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423" w:rsidRPr="00D93952" w:rsidRDefault="00260423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260423" w:rsidRDefault="002604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423" w:rsidRDefault="00260423" w:rsidP="00847209">
      <w:r>
        <w:separator/>
      </w:r>
    </w:p>
  </w:footnote>
  <w:footnote w:type="continuationSeparator" w:id="1">
    <w:p w:rsidR="00260423" w:rsidRDefault="00260423" w:rsidP="00847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C2F"/>
    <w:rsid w:val="00010E18"/>
    <w:rsid w:val="00051A28"/>
    <w:rsid w:val="001161EA"/>
    <w:rsid w:val="001B0F91"/>
    <w:rsid w:val="001B55A3"/>
    <w:rsid w:val="001D534E"/>
    <w:rsid w:val="0021187B"/>
    <w:rsid w:val="00222F19"/>
    <w:rsid w:val="0024366B"/>
    <w:rsid w:val="00260423"/>
    <w:rsid w:val="00264533"/>
    <w:rsid w:val="002F0C2F"/>
    <w:rsid w:val="003263B3"/>
    <w:rsid w:val="00352B4F"/>
    <w:rsid w:val="00356CFF"/>
    <w:rsid w:val="003904F6"/>
    <w:rsid w:val="003C78C8"/>
    <w:rsid w:val="00401C86"/>
    <w:rsid w:val="004617AA"/>
    <w:rsid w:val="00477B9E"/>
    <w:rsid w:val="004939C8"/>
    <w:rsid w:val="00496936"/>
    <w:rsid w:val="004A1C1B"/>
    <w:rsid w:val="004B3D09"/>
    <w:rsid w:val="004B6578"/>
    <w:rsid w:val="004F52FA"/>
    <w:rsid w:val="00510BAF"/>
    <w:rsid w:val="00550344"/>
    <w:rsid w:val="00566D55"/>
    <w:rsid w:val="00594504"/>
    <w:rsid w:val="005A5514"/>
    <w:rsid w:val="006625DD"/>
    <w:rsid w:val="00692072"/>
    <w:rsid w:val="006E1243"/>
    <w:rsid w:val="0071229B"/>
    <w:rsid w:val="007474B8"/>
    <w:rsid w:val="00750954"/>
    <w:rsid w:val="00771166"/>
    <w:rsid w:val="00780B91"/>
    <w:rsid w:val="0079065D"/>
    <w:rsid w:val="007D20EE"/>
    <w:rsid w:val="007F62AA"/>
    <w:rsid w:val="00836D60"/>
    <w:rsid w:val="00847209"/>
    <w:rsid w:val="00886AD2"/>
    <w:rsid w:val="008A0A09"/>
    <w:rsid w:val="008B7D22"/>
    <w:rsid w:val="008D12BE"/>
    <w:rsid w:val="008D3DD4"/>
    <w:rsid w:val="008E1557"/>
    <w:rsid w:val="008E1E3E"/>
    <w:rsid w:val="008E4DE9"/>
    <w:rsid w:val="00912223"/>
    <w:rsid w:val="00913051"/>
    <w:rsid w:val="009513ED"/>
    <w:rsid w:val="009A17E5"/>
    <w:rsid w:val="009B36C8"/>
    <w:rsid w:val="009D0EDA"/>
    <w:rsid w:val="00A47896"/>
    <w:rsid w:val="00A5178E"/>
    <w:rsid w:val="00A620BA"/>
    <w:rsid w:val="00AA1D9E"/>
    <w:rsid w:val="00AA2585"/>
    <w:rsid w:val="00B13B85"/>
    <w:rsid w:val="00B21102"/>
    <w:rsid w:val="00B30475"/>
    <w:rsid w:val="00BB3685"/>
    <w:rsid w:val="00C90E9E"/>
    <w:rsid w:val="00CD7B6F"/>
    <w:rsid w:val="00CF7987"/>
    <w:rsid w:val="00D50664"/>
    <w:rsid w:val="00D62E4C"/>
    <w:rsid w:val="00D723A6"/>
    <w:rsid w:val="00D9337C"/>
    <w:rsid w:val="00D93952"/>
    <w:rsid w:val="00E31632"/>
    <w:rsid w:val="00E37ED0"/>
    <w:rsid w:val="00E668AB"/>
    <w:rsid w:val="00E96BF6"/>
    <w:rsid w:val="00EC42EC"/>
    <w:rsid w:val="00EE63E8"/>
    <w:rsid w:val="00EF3810"/>
    <w:rsid w:val="00F04E5A"/>
    <w:rsid w:val="00F96CA2"/>
    <w:rsid w:val="00FA2042"/>
    <w:rsid w:val="00FA3B4A"/>
    <w:rsid w:val="00FC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56C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rsid w:val="00356C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356C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6C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56C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6CFF"/>
    <w:rPr>
      <w:rFonts w:cs="Times New Roman"/>
    </w:rPr>
  </w:style>
  <w:style w:type="character" w:customStyle="1" w:styleId="bodysemibold">
    <w:name w:val="body semibold"/>
    <w:uiPriority w:val="99"/>
    <w:rsid w:val="00356CFF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431</Words>
  <Characters>2458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dc:description/>
  <cp:lastModifiedBy>ctrumbo</cp:lastModifiedBy>
  <cp:revision>3</cp:revision>
  <cp:lastPrinted>2011-06-13T20:03:00Z</cp:lastPrinted>
  <dcterms:created xsi:type="dcterms:W3CDTF">2011-07-27T18:26:00Z</dcterms:created>
  <dcterms:modified xsi:type="dcterms:W3CDTF">2011-07-27T19:15:00Z</dcterms:modified>
</cp:coreProperties>
</file>